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B9A" w:rsidRPr="00281F45" w:rsidRDefault="00ED4B9A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ED4B9A" w:rsidRDefault="00ED4B9A" w:rsidP="00281F4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12293">
        <w:rPr>
          <w:rFonts w:ascii="Times New Roman" w:hAnsi="Times New Roman"/>
          <w:b/>
          <w:bCs/>
          <w:color w:val="000000"/>
          <w:sz w:val="24"/>
          <w:szCs w:val="24"/>
        </w:rPr>
        <w:t>ОУД.17 ЭКОЛОГИЯ</w:t>
      </w:r>
    </w:p>
    <w:p w:rsidR="00ED4B9A" w:rsidRDefault="00ED4B9A" w:rsidP="00281F45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D4B9A" w:rsidRPr="00281F45" w:rsidRDefault="00ED4B9A" w:rsidP="00281F45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81F45">
        <w:rPr>
          <w:rFonts w:ascii="Times New Roman" w:hAnsi="Times New Roman"/>
          <w:b/>
          <w:bCs/>
          <w:sz w:val="24"/>
          <w:szCs w:val="24"/>
        </w:rPr>
        <w:t>Область применения рабочей программы</w:t>
      </w:r>
    </w:p>
    <w:p w:rsidR="00ED4B9A" w:rsidRDefault="00ED4B9A" w:rsidP="00281F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3FFA">
        <w:rPr>
          <w:rFonts w:ascii="Times New Roman" w:hAnsi="Times New Roman"/>
          <w:sz w:val="24"/>
          <w:szCs w:val="24"/>
          <w:lang w:eastAsia="ru-RU"/>
        </w:rPr>
        <w:t>Рабочая программа учебной дисциплины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3FFA">
        <w:rPr>
          <w:rFonts w:ascii="Times New Roman" w:hAnsi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35.02.07 «Механизация сельского хозяйства» (утвержден Приказом Министерства образования и науки Российской Федерации от 28.07.2014 N 804, Зарегистрировано в Минюсте России 21.08.2014 N 33733.</w:t>
      </w:r>
    </w:p>
    <w:p w:rsidR="00ED4B9A" w:rsidRPr="00281F45" w:rsidRDefault="00ED4B9A" w:rsidP="00281F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D4B9A" w:rsidRPr="00281F45" w:rsidRDefault="00ED4B9A" w:rsidP="00281F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1F45">
        <w:rPr>
          <w:rFonts w:ascii="Times New Roman" w:hAnsi="Times New Roman"/>
          <w:b/>
          <w:sz w:val="24"/>
          <w:szCs w:val="24"/>
        </w:rPr>
        <w:t>2. Место дисциплины в структуре основной профессиональной образовательной программы</w:t>
      </w:r>
      <w:r w:rsidRPr="00281F45">
        <w:rPr>
          <w:rFonts w:ascii="Times New Roman" w:hAnsi="Times New Roman"/>
          <w:sz w:val="24"/>
          <w:szCs w:val="24"/>
        </w:rPr>
        <w:t>.</w:t>
      </w:r>
    </w:p>
    <w:p w:rsidR="00ED4B9A" w:rsidRDefault="00ED4B9A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F2555">
        <w:rPr>
          <w:rFonts w:ascii="Times New Roman" w:hAnsi="Times New Roman"/>
          <w:sz w:val="24"/>
          <w:szCs w:val="24"/>
        </w:rPr>
        <w:t xml:space="preserve">Учебная дисциплина входит в </w:t>
      </w:r>
      <w:r w:rsidRPr="004E4861">
        <w:rPr>
          <w:rFonts w:ascii="Times New Roman" w:hAnsi="Times New Roman"/>
          <w:sz w:val="24"/>
          <w:szCs w:val="24"/>
          <w:lang w:eastAsia="ru-RU"/>
        </w:rPr>
        <w:t>общеобразовательный цикл</w:t>
      </w:r>
      <w:r w:rsidRPr="007B6BCD">
        <w:rPr>
          <w:rFonts w:ascii="Times New Roman" w:hAnsi="Times New Roman"/>
          <w:sz w:val="24"/>
          <w:szCs w:val="24"/>
        </w:rPr>
        <w:t>.</w:t>
      </w:r>
    </w:p>
    <w:p w:rsidR="00ED4B9A" w:rsidRDefault="00ED4B9A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4B9A" w:rsidRPr="00281F45" w:rsidRDefault="00ED4B9A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1F45">
        <w:rPr>
          <w:rFonts w:ascii="Times New Roman" w:hAnsi="Times New Roman"/>
          <w:b/>
          <w:bCs/>
          <w:sz w:val="24"/>
          <w:szCs w:val="24"/>
        </w:rPr>
        <w:t>3.</w:t>
      </w:r>
      <w:r w:rsidRPr="00281F45">
        <w:rPr>
          <w:rFonts w:ascii="Times New Roman" w:hAnsi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ED4B9A" w:rsidRPr="007F1A7D" w:rsidRDefault="00ED4B9A" w:rsidP="009274C7">
      <w:pPr>
        <w:pStyle w:val="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освоения дисциплины обучающийся должен </w:t>
      </w:r>
      <w:r>
        <w:rPr>
          <w:b/>
          <w:sz w:val="24"/>
          <w:szCs w:val="24"/>
        </w:rPr>
        <w:t>уметь:</w:t>
      </w:r>
    </w:p>
    <w:p w:rsidR="00ED4B9A" w:rsidRDefault="00ED4B9A" w:rsidP="009274C7">
      <w:pPr>
        <w:pStyle w:val="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-анализировать и оценивать различные глобальные экологические проблемы и их решения, последствия собственной деятельности в окружающей среде;</w:t>
      </w:r>
    </w:p>
    <w:p w:rsidR="00ED4B9A" w:rsidRDefault="00ED4B9A" w:rsidP="009274C7">
      <w:pPr>
        <w:pStyle w:val="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-изучать изменения в экосистемах на биологических моделях;</w:t>
      </w:r>
    </w:p>
    <w:p w:rsidR="00ED4B9A" w:rsidRDefault="00ED4B9A" w:rsidP="009274C7">
      <w:pPr>
        <w:pStyle w:val="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-находить информацию о биолого-экологических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оценивать.</w:t>
      </w:r>
    </w:p>
    <w:p w:rsidR="00ED4B9A" w:rsidRDefault="00ED4B9A" w:rsidP="009274C7">
      <w:pPr>
        <w:pStyle w:val="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-самостоятельно и творчески применять всю совокупность знаний;</w:t>
      </w:r>
    </w:p>
    <w:p w:rsidR="00ED4B9A" w:rsidRDefault="00ED4B9A" w:rsidP="009274C7">
      <w:pPr>
        <w:pStyle w:val="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результате освоения учебной дисциплины обучающийся должен </w:t>
      </w:r>
      <w:r w:rsidRPr="00CB0A4C">
        <w:rPr>
          <w:b/>
          <w:sz w:val="24"/>
          <w:szCs w:val="24"/>
        </w:rPr>
        <w:t>знать:</w:t>
      </w:r>
    </w:p>
    <w:p w:rsidR="00ED4B9A" w:rsidRDefault="00ED4B9A" w:rsidP="009274C7">
      <w:pPr>
        <w:pStyle w:val="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-экологические термины и понятия;</w:t>
      </w:r>
    </w:p>
    <w:p w:rsidR="00ED4B9A" w:rsidRDefault="00ED4B9A" w:rsidP="009274C7">
      <w:pPr>
        <w:pStyle w:val="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-основные экологические проблемы, кризисы, катастрофы;</w:t>
      </w:r>
    </w:p>
    <w:p w:rsidR="00ED4B9A" w:rsidRDefault="00ED4B9A" w:rsidP="009274C7">
      <w:pPr>
        <w:pStyle w:val="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-принципы охраны природы и правила поведения в природе;</w:t>
      </w:r>
    </w:p>
    <w:p w:rsidR="00ED4B9A" w:rsidRDefault="00ED4B9A" w:rsidP="009274C7">
      <w:pPr>
        <w:pStyle w:val="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-формы экологической деятельности;</w:t>
      </w:r>
    </w:p>
    <w:p w:rsidR="00ED4B9A" w:rsidRDefault="00ED4B9A" w:rsidP="009274C7">
      <w:pPr>
        <w:pStyle w:val="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-законы, связанные с охраной природы;</w:t>
      </w:r>
    </w:p>
    <w:p w:rsidR="00ED4B9A" w:rsidRDefault="00ED4B9A" w:rsidP="009274C7">
      <w:pPr>
        <w:pStyle w:val="4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-основу учения В.И. Вернадского о биосфере; </w:t>
      </w:r>
    </w:p>
    <w:p w:rsidR="00ED4B9A" w:rsidRDefault="00ED4B9A" w:rsidP="00B12293">
      <w:pPr>
        <w:pStyle w:val="Default"/>
        <w:ind w:firstLine="709"/>
        <w:jc w:val="both"/>
        <w:rPr>
          <w:b/>
          <w:bCs/>
        </w:rPr>
      </w:pPr>
    </w:p>
    <w:p w:rsidR="00ED4B9A" w:rsidRDefault="00ED4B9A" w:rsidP="00B12293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учебной дисциплины: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ED4B9A" w:rsidRPr="00E538EF" w:rsidTr="008160B9">
        <w:trPr>
          <w:trHeight w:val="460"/>
        </w:trPr>
        <w:tc>
          <w:tcPr>
            <w:tcW w:w="7904" w:type="dxa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Объем часов</w:t>
            </w:r>
          </w:p>
        </w:tc>
      </w:tr>
      <w:tr w:rsidR="00ED4B9A" w:rsidRPr="00E538EF" w:rsidTr="008160B9">
        <w:trPr>
          <w:trHeight w:val="285"/>
        </w:trPr>
        <w:tc>
          <w:tcPr>
            <w:tcW w:w="7904" w:type="dxa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b/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ED4B9A" w:rsidRPr="00047196" w:rsidRDefault="00ED4B9A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54</w:t>
            </w:r>
          </w:p>
        </w:tc>
      </w:tr>
      <w:tr w:rsidR="00ED4B9A" w:rsidRPr="00E538EF" w:rsidTr="008160B9">
        <w:tc>
          <w:tcPr>
            <w:tcW w:w="7904" w:type="dxa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ED4B9A" w:rsidRPr="00047196" w:rsidRDefault="00ED4B9A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36</w:t>
            </w:r>
          </w:p>
        </w:tc>
      </w:tr>
      <w:tr w:rsidR="00ED4B9A" w:rsidRPr="00E538EF" w:rsidTr="008160B9">
        <w:tc>
          <w:tcPr>
            <w:tcW w:w="7904" w:type="dxa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ED4B9A" w:rsidRPr="00047196" w:rsidRDefault="00ED4B9A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ED4B9A" w:rsidRPr="00E538EF" w:rsidTr="008160B9">
        <w:tc>
          <w:tcPr>
            <w:tcW w:w="7904" w:type="dxa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1800" w:type="dxa"/>
          </w:tcPr>
          <w:p w:rsidR="00ED4B9A" w:rsidRDefault="00ED4B9A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</w:t>
            </w:r>
          </w:p>
        </w:tc>
      </w:tr>
      <w:tr w:rsidR="00ED4B9A" w:rsidRPr="00E538EF" w:rsidTr="008160B9">
        <w:tc>
          <w:tcPr>
            <w:tcW w:w="7904" w:type="dxa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</w:tcPr>
          <w:p w:rsidR="00ED4B9A" w:rsidRPr="00047196" w:rsidRDefault="00ED4B9A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</w:tr>
      <w:tr w:rsidR="00ED4B9A" w:rsidRPr="00E538EF" w:rsidTr="008160B9">
        <w:tc>
          <w:tcPr>
            <w:tcW w:w="7904" w:type="dxa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</w:tcPr>
          <w:p w:rsidR="00ED4B9A" w:rsidRPr="00047196" w:rsidRDefault="00ED4B9A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047196">
              <w:rPr>
                <w:iCs/>
                <w:sz w:val="24"/>
                <w:szCs w:val="24"/>
              </w:rPr>
              <w:t>2</w:t>
            </w:r>
          </w:p>
        </w:tc>
      </w:tr>
      <w:tr w:rsidR="00ED4B9A" w:rsidRPr="00E538EF" w:rsidTr="008160B9">
        <w:tc>
          <w:tcPr>
            <w:tcW w:w="7904" w:type="dxa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b/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ED4B9A" w:rsidRPr="00047196" w:rsidRDefault="00ED4B9A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Pr="00047196">
              <w:rPr>
                <w:iCs/>
                <w:sz w:val="24"/>
                <w:szCs w:val="24"/>
              </w:rPr>
              <w:t>8</w:t>
            </w:r>
          </w:p>
        </w:tc>
      </w:tr>
      <w:tr w:rsidR="00ED4B9A" w:rsidRPr="00E538EF" w:rsidTr="008160B9">
        <w:tc>
          <w:tcPr>
            <w:tcW w:w="7904" w:type="dxa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ED4B9A" w:rsidRPr="00047196" w:rsidRDefault="00ED4B9A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ED4B9A" w:rsidRPr="00E538EF" w:rsidTr="008160B9">
        <w:tc>
          <w:tcPr>
            <w:tcW w:w="7904" w:type="dxa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Сообщения, рефераты, индивидуальная работа по конспектам, решение экологических задач, подготовка отчетов по практическим работам</w:t>
            </w:r>
          </w:p>
        </w:tc>
        <w:tc>
          <w:tcPr>
            <w:tcW w:w="1800" w:type="dxa"/>
            <w:vAlign w:val="center"/>
          </w:tcPr>
          <w:p w:rsidR="00ED4B9A" w:rsidRPr="00047196" w:rsidRDefault="00ED4B9A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Pr="00047196">
              <w:rPr>
                <w:iCs/>
                <w:sz w:val="24"/>
                <w:szCs w:val="24"/>
              </w:rPr>
              <w:t>8</w:t>
            </w:r>
          </w:p>
        </w:tc>
      </w:tr>
      <w:tr w:rsidR="00ED4B9A" w:rsidRPr="00E538EF" w:rsidTr="008160B9">
        <w:tc>
          <w:tcPr>
            <w:tcW w:w="9704" w:type="dxa"/>
            <w:gridSpan w:val="2"/>
          </w:tcPr>
          <w:p w:rsidR="00ED4B9A" w:rsidRPr="00047196" w:rsidRDefault="00ED4B9A" w:rsidP="008160B9">
            <w:pPr>
              <w:pStyle w:val="4"/>
              <w:spacing w:line="276" w:lineRule="auto"/>
              <w:rPr>
                <w:iCs/>
                <w:sz w:val="24"/>
                <w:szCs w:val="24"/>
              </w:rPr>
            </w:pPr>
            <w:r w:rsidRPr="00047196">
              <w:rPr>
                <w:iCs/>
                <w:sz w:val="24"/>
                <w:szCs w:val="24"/>
              </w:rPr>
              <w:t xml:space="preserve">Итоговая аттестация в форме </w:t>
            </w:r>
            <w:r w:rsidRPr="00047196">
              <w:rPr>
                <w:i/>
                <w:iCs/>
                <w:sz w:val="24"/>
                <w:szCs w:val="24"/>
              </w:rPr>
              <w:t xml:space="preserve">дифференцированного зачета                                          </w:t>
            </w:r>
            <w:r w:rsidRPr="00047196">
              <w:rPr>
                <w:iCs/>
                <w:sz w:val="24"/>
                <w:szCs w:val="24"/>
              </w:rPr>
              <w:t>2</w:t>
            </w:r>
          </w:p>
        </w:tc>
      </w:tr>
    </w:tbl>
    <w:p w:rsidR="00ED4B9A" w:rsidRDefault="00ED4B9A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D4B9A" w:rsidRDefault="00ED4B9A" w:rsidP="009B03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D4B9A" w:rsidRDefault="00ED4B9A" w:rsidP="009B03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D4B9A" w:rsidRDefault="00ED4B9A" w:rsidP="009B03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1F45">
        <w:rPr>
          <w:rFonts w:ascii="Times New Roman" w:hAnsi="Times New Roman"/>
          <w:b/>
          <w:sz w:val="24"/>
          <w:szCs w:val="24"/>
        </w:rPr>
        <w:t>Содержание учебного материала</w:t>
      </w:r>
    </w:p>
    <w:p w:rsidR="00ED4B9A" w:rsidRPr="00B12293" w:rsidRDefault="00ED4B9A" w:rsidP="00B12293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2293">
        <w:rPr>
          <w:rFonts w:ascii="Times New Roman" w:hAnsi="Times New Roman"/>
          <w:sz w:val="24"/>
          <w:szCs w:val="24"/>
        </w:rPr>
        <w:t>Раздел1.</w:t>
      </w:r>
      <w:r w:rsidRPr="00B12293">
        <w:rPr>
          <w:rFonts w:ascii="Times New Roman" w:hAnsi="Times New Roman"/>
          <w:sz w:val="24"/>
          <w:szCs w:val="24"/>
        </w:rPr>
        <w:tab/>
        <w:t>Общие вопросы экологии</w:t>
      </w:r>
    </w:p>
    <w:p w:rsidR="00ED4B9A" w:rsidRPr="00B12293" w:rsidRDefault="00ED4B9A" w:rsidP="00B12293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2293">
        <w:rPr>
          <w:rFonts w:ascii="Times New Roman" w:hAnsi="Times New Roman"/>
          <w:sz w:val="24"/>
          <w:szCs w:val="24"/>
        </w:rPr>
        <w:t>Тема1.1.</w:t>
      </w:r>
      <w:r w:rsidRPr="00B12293">
        <w:rPr>
          <w:rFonts w:ascii="Times New Roman" w:hAnsi="Times New Roman"/>
          <w:sz w:val="24"/>
          <w:szCs w:val="24"/>
        </w:rPr>
        <w:tab/>
        <w:t>Основные понятия экологии.</w:t>
      </w:r>
    </w:p>
    <w:p w:rsidR="00ED4B9A" w:rsidRPr="00B12293" w:rsidRDefault="00ED4B9A" w:rsidP="00B12293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2293">
        <w:rPr>
          <w:rFonts w:ascii="Times New Roman" w:hAnsi="Times New Roman"/>
          <w:sz w:val="24"/>
          <w:szCs w:val="24"/>
        </w:rPr>
        <w:t>Тема 1.2.</w:t>
      </w:r>
      <w:r w:rsidRPr="00B12293">
        <w:rPr>
          <w:rFonts w:ascii="Times New Roman" w:hAnsi="Times New Roman"/>
          <w:sz w:val="24"/>
          <w:szCs w:val="24"/>
        </w:rPr>
        <w:tab/>
        <w:t>Антропогенное воздействие на окружающую среду.</w:t>
      </w:r>
    </w:p>
    <w:p w:rsidR="00ED4B9A" w:rsidRPr="00B12293" w:rsidRDefault="00ED4B9A" w:rsidP="00B12293">
      <w:pPr>
        <w:tabs>
          <w:tab w:val="left" w:pos="127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12293">
        <w:rPr>
          <w:rFonts w:ascii="Times New Roman" w:hAnsi="Times New Roman"/>
          <w:sz w:val="24"/>
          <w:szCs w:val="24"/>
        </w:rPr>
        <w:t xml:space="preserve">Раздел 2. </w:t>
      </w:r>
      <w:r w:rsidRPr="00B12293">
        <w:rPr>
          <w:rFonts w:ascii="Times New Roman" w:hAnsi="Times New Roman"/>
          <w:sz w:val="24"/>
          <w:szCs w:val="24"/>
        </w:rPr>
        <w:tab/>
        <w:t>Экологическое воздействие промышленности и особенности природоохранной деятельности на предприятиях этих отраслей.</w:t>
      </w:r>
    </w:p>
    <w:p w:rsidR="00ED4B9A" w:rsidRPr="00B12293" w:rsidRDefault="00ED4B9A" w:rsidP="00B12293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2293">
        <w:rPr>
          <w:rFonts w:ascii="Times New Roman" w:hAnsi="Times New Roman"/>
          <w:sz w:val="24"/>
          <w:szCs w:val="24"/>
        </w:rPr>
        <w:t>Тема 2.1.</w:t>
      </w:r>
      <w:r w:rsidRPr="00B12293">
        <w:rPr>
          <w:rFonts w:ascii="Times New Roman" w:hAnsi="Times New Roman"/>
          <w:sz w:val="24"/>
          <w:szCs w:val="24"/>
        </w:rPr>
        <w:tab/>
        <w:t>Основы природоохранной деятельности</w:t>
      </w:r>
    </w:p>
    <w:p w:rsidR="00ED4B9A" w:rsidRDefault="00ED4B9A" w:rsidP="00B12293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2293">
        <w:rPr>
          <w:rFonts w:ascii="Times New Roman" w:hAnsi="Times New Roman"/>
          <w:sz w:val="24"/>
          <w:szCs w:val="24"/>
        </w:rPr>
        <w:t xml:space="preserve">Тема 2.2. </w:t>
      </w:r>
      <w:r w:rsidRPr="00B12293">
        <w:rPr>
          <w:rFonts w:ascii="Times New Roman" w:hAnsi="Times New Roman"/>
          <w:sz w:val="24"/>
          <w:szCs w:val="24"/>
        </w:rPr>
        <w:tab/>
        <w:t>Основы промышленной деятельности.</w:t>
      </w:r>
    </w:p>
    <w:p w:rsidR="00ED4B9A" w:rsidRPr="00B50616" w:rsidRDefault="00ED4B9A" w:rsidP="00B50616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Дифференцированный зачет</w:t>
      </w:r>
    </w:p>
    <w:p w:rsidR="00ED4B9A" w:rsidRPr="00B50616" w:rsidRDefault="00ED4B9A">
      <w:pPr>
        <w:tabs>
          <w:tab w:val="left" w:pos="19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ED4B9A" w:rsidRPr="00B50616" w:rsidSect="00820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B9A" w:rsidRDefault="00ED4B9A" w:rsidP="0083288C">
      <w:pPr>
        <w:spacing w:after="0" w:line="240" w:lineRule="auto"/>
      </w:pPr>
      <w:r>
        <w:separator/>
      </w:r>
    </w:p>
  </w:endnote>
  <w:endnote w:type="continuationSeparator" w:id="0">
    <w:p w:rsidR="00ED4B9A" w:rsidRDefault="00ED4B9A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B9A" w:rsidRDefault="00ED4B9A" w:rsidP="0083288C">
      <w:pPr>
        <w:spacing w:after="0" w:line="240" w:lineRule="auto"/>
      </w:pPr>
      <w:r>
        <w:separator/>
      </w:r>
    </w:p>
  </w:footnote>
  <w:footnote w:type="continuationSeparator" w:id="0">
    <w:p w:rsidR="00ED4B9A" w:rsidRDefault="00ED4B9A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cs="Times New Roman"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cs="Times New Roman"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7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2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4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  <w:rPr>
        <w:rFonts w:cs="Times New Roman"/>
      </w:rPr>
    </w:lvl>
  </w:abstractNum>
  <w:abstractNum w:abstractNumId="39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682"/>
    <w:rsid w:val="00014251"/>
    <w:rsid w:val="00047196"/>
    <w:rsid w:val="00056A67"/>
    <w:rsid w:val="00065480"/>
    <w:rsid w:val="0006749B"/>
    <w:rsid w:val="000A7AE1"/>
    <w:rsid w:val="000B33FC"/>
    <w:rsid w:val="000B65A3"/>
    <w:rsid w:val="00132AC1"/>
    <w:rsid w:val="00133FFA"/>
    <w:rsid w:val="00141CAD"/>
    <w:rsid w:val="001D7E2B"/>
    <w:rsid w:val="00215682"/>
    <w:rsid w:val="002542E1"/>
    <w:rsid w:val="002809FC"/>
    <w:rsid w:val="00281F45"/>
    <w:rsid w:val="002E3E1E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955C7"/>
    <w:rsid w:val="004B2F00"/>
    <w:rsid w:val="004D71B4"/>
    <w:rsid w:val="004E4861"/>
    <w:rsid w:val="00510277"/>
    <w:rsid w:val="00544066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7F1A7D"/>
    <w:rsid w:val="008160B9"/>
    <w:rsid w:val="00817C9F"/>
    <w:rsid w:val="00820430"/>
    <w:rsid w:val="0083288C"/>
    <w:rsid w:val="0083603E"/>
    <w:rsid w:val="00855B7A"/>
    <w:rsid w:val="0088372B"/>
    <w:rsid w:val="0088612D"/>
    <w:rsid w:val="00887E7E"/>
    <w:rsid w:val="00892854"/>
    <w:rsid w:val="008C02DC"/>
    <w:rsid w:val="008C1E75"/>
    <w:rsid w:val="008D3388"/>
    <w:rsid w:val="008D750F"/>
    <w:rsid w:val="008E403B"/>
    <w:rsid w:val="009274C7"/>
    <w:rsid w:val="0093536B"/>
    <w:rsid w:val="009B0304"/>
    <w:rsid w:val="009C33EC"/>
    <w:rsid w:val="00A64629"/>
    <w:rsid w:val="00A66D9D"/>
    <w:rsid w:val="00AC1E7C"/>
    <w:rsid w:val="00AE4092"/>
    <w:rsid w:val="00AE69A0"/>
    <w:rsid w:val="00AF3F8A"/>
    <w:rsid w:val="00AF56DA"/>
    <w:rsid w:val="00B06093"/>
    <w:rsid w:val="00B12293"/>
    <w:rsid w:val="00B141D6"/>
    <w:rsid w:val="00B23F37"/>
    <w:rsid w:val="00B2519A"/>
    <w:rsid w:val="00B50616"/>
    <w:rsid w:val="00B808BC"/>
    <w:rsid w:val="00B9115F"/>
    <w:rsid w:val="00BE4A3C"/>
    <w:rsid w:val="00C1384D"/>
    <w:rsid w:val="00C32A8F"/>
    <w:rsid w:val="00C3477C"/>
    <w:rsid w:val="00C87F64"/>
    <w:rsid w:val="00C91F3F"/>
    <w:rsid w:val="00CB0A4C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538EF"/>
    <w:rsid w:val="00E919E4"/>
    <w:rsid w:val="00E91D81"/>
    <w:rsid w:val="00EA1A65"/>
    <w:rsid w:val="00ED4B9A"/>
    <w:rsid w:val="00EE4431"/>
    <w:rsid w:val="00EF34C6"/>
    <w:rsid w:val="00F0294F"/>
    <w:rsid w:val="00F04CAD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30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3FDF"/>
    <w:rPr>
      <w:rFonts w:ascii="Arial" w:hAnsi="Arial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uiPriority w:val="99"/>
    <w:rsid w:val="002156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A64629"/>
    <w:pPr>
      <w:ind w:left="720"/>
      <w:contextualSpacing/>
    </w:pPr>
  </w:style>
  <w:style w:type="table" w:styleId="TableGrid">
    <w:name w:val="Table Grid"/>
    <w:basedOn w:val="TableNormal"/>
    <w:uiPriority w:val="99"/>
    <w:rsid w:val="008328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83288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3288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83288C"/>
    <w:rPr>
      <w:rFonts w:cs="Times New Roman"/>
      <w:vertAlign w:val="superscript"/>
    </w:rPr>
  </w:style>
  <w:style w:type="character" w:customStyle="1" w:styleId="a">
    <w:name w:val="Основной текст Знак"/>
    <w:uiPriority w:val="99"/>
    <w:rsid w:val="00DE59D6"/>
    <w:rPr>
      <w:sz w:val="24"/>
      <w:lang w:val="ru-RU" w:eastAsia="ar-SA" w:bidi="ar-SA"/>
    </w:rPr>
  </w:style>
  <w:style w:type="character" w:customStyle="1" w:styleId="FontStyle18">
    <w:name w:val="Font Style18"/>
    <w:uiPriority w:val="99"/>
    <w:rsid w:val="00DE59D6"/>
    <w:rPr>
      <w:rFonts w:ascii="Times New Roman" w:hAnsi="Times New Roman"/>
      <w:b/>
      <w:sz w:val="22"/>
    </w:rPr>
  </w:style>
  <w:style w:type="paragraph" w:customStyle="1" w:styleId="4">
    <w:name w:val="Обычный4"/>
    <w:uiPriority w:val="99"/>
    <w:rsid w:val="00B12293"/>
    <w:pPr>
      <w:widowControl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2</Pages>
  <Words>385</Words>
  <Characters>2198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</dc:creator>
  <cp:keywords/>
  <dc:description/>
  <cp:lastModifiedBy>Admin</cp:lastModifiedBy>
  <cp:revision>13</cp:revision>
  <dcterms:created xsi:type="dcterms:W3CDTF">2018-04-23T10:28:00Z</dcterms:created>
  <dcterms:modified xsi:type="dcterms:W3CDTF">2018-05-05T07:24:00Z</dcterms:modified>
</cp:coreProperties>
</file>